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57E895B3" w14:textId="77777777" w:rsidR="00D8220A" w:rsidRDefault="00D8220A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</w:p>
    <w:p w14:paraId="10E016D5" w14:textId="09F754CF" w:rsidR="003F1BC8" w:rsidRPr="00905651" w:rsidRDefault="008B1A2C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C75FE0" w:rsidRPr="00C75FE0">
        <w:rPr>
          <w:b/>
          <w:color w:val="FF5200" w:themeColor="accent2"/>
          <w:sz w:val="36"/>
          <w:szCs w:val="36"/>
        </w:rPr>
        <w:t>Dodávka příslušenství pro samochodné sekací stroje na likvidaci vegetace pro OŘ UNL 2025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776DC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807AF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C75FE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2130</w:t>
      </w:r>
      <w:r w:rsidR="006A717A" w:rsidRPr="006A7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53D34407" w14:textId="1F6191DD" w:rsidR="00D8220A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4683762" w:history="1">
            <w:r w:rsidR="00D8220A" w:rsidRPr="002C2785">
              <w:rPr>
                <w:rStyle w:val="Hypertextovodkaz"/>
                <w:noProof/>
              </w:rPr>
              <w:t>Kapitola 1.</w:t>
            </w:r>
            <w:r w:rsidR="00D8220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8220A" w:rsidRPr="002C2785">
              <w:rPr>
                <w:rStyle w:val="Hypertextovodkaz"/>
                <w:noProof/>
              </w:rPr>
              <w:t>Základní údaje k nabídce</w:t>
            </w:r>
            <w:r w:rsidR="00D8220A">
              <w:rPr>
                <w:noProof/>
                <w:webHidden/>
              </w:rPr>
              <w:tab/>
            </w:r>
            <w:r w:rsidR="00D8220A">
              <w:rPr>
                <w:noProof/>
                <w:webHidden/>
              </w:rPr>
              <w:fldChar w:fldCharType="begin"/>
            </w:r>
            <w:r w:rsidR="00D8220A">
              <w:rPr>
                <w:noProof/>
                <w:webHidden/>
              </w:rPr>
              <w:instrText xml:space="preserve"> PAGEREF _Toc204683762 \h </w:instrText>
            </w:r>
            <w:r w:rsidR="00D8220A">
              <w:rPr>
                <w:noProof/>
                <w:webHidden/>
              </w:rPr>
            </w:r>
            <w:r w:rsidR="00D8220A">
              <w:rPr>
                <w:noProof/>
                <w:webHidden/>
              </w:rPr>
              <w:fldChar w:fldCharType="separate"/>
            </w:r>
            <w:r w:rsidR="00D8220A">
              <w:rPr>
                <w:noProof/>
                <w:webHidden/>
              </w:rPr>
              <w:t>2</w:t>
            </w:r>
            <w:r w:rsidR="00D8220A">
              <w:rPr>
                <w:noProof/>
                <w:webHidden/>
              </w:rPr>
              <w:fldChar w:fldCharType="end"/>
            </w:r>
          </w:hyperlink>
        </w:p>
        <w:p w14:paraId="6AE5B521" w14:textId="22A50EB4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3" w:history="1">
            <w:r w:rsidRPr="002C278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2A51C" w14:textId="5FD6703F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4" w:history="1">
            <w:r w:rsidRPr="002C278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4C8DD" w14:textId="634B2C38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5" w:history="1">
            <w:r w:rsidRPr="002C278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A87C6" w14:textId="677D3553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6" w:history="1">
            <w:r w:rsidRPr="002C278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78754" w14:textId="7257308B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7" w:history="1">
            <w:r w:rsidRPr="002C2785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F7789" w14:textId="7016610C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8" w:history="1">
            <w:r w:rsidRPr="002C278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8A54" w14:textId="083BC82A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9" w:history="1">
            <w:r w:rsidRPr="002C2785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C7DE6" w14:textId="13ABF3DC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0" w:history="1">
            <w:r w:rsidRPr="002C2785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6C209" w14:textId="769D20C5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1" w:history="1">
            <w:r w:rsidRPr="002C2785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EB92C" w14:textId="4C10C009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2" w:history="1">
            <w:r w:rsidRPr="002C2785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182A80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04683762"/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66E00057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75FE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75FE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0468376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04683764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0468376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204683766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04683767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204683768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04683769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04683770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7A9B1735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75FE0" w:rsidRPr="00C75FE0">
        <w:rPr>
          <w:rFonts w:ascii="Verdana" w:hAnsi="Verdana"/>
          <w:b/>
          <w:bCs/>
        </w:rPr>
        <w:t>Dodávka příslušenství pro samochodné sekací stroje na likvidaci vegetace pro OŘ UNL 2025</w:t>
      </w:r>
      <w:r w:rsidR="00281B1A">
        <w:rPr>
          <w:rFonts w:ascii="Verdana" w:hAnsi="Verdana"/>
          <w:b/>
          <w:bCs/>
        </w:rPr>
        <w:t>“</w:t>
      </w:r>
      <w:r w:rsidR="00281B1A" w:rsidRPr="00281B1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03D5948E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75FE0" w:rsidRPr="00C75FE0">
        <w:rPr>
          <w:rFonts w:ascii="Verdana" w:hAnsi="Verdana"/>
          <w:b/>
          <w:bCs/>
        </w:rPr>
        <w:t>Dodávka příslušenství pro samochodné sekací stroje na likvidaci vegetace pro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04683771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04683772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C3242" w14:textId="3F9A70BC" w:rsidR="009E5606" w:rsidRDefault="009E56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9EA2" w14:textId="5735A226" w:rsidR="009E5606" w:rsidRDefault="009E56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3F7DC685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91ADF" w14:textId="17700508" w:rsidR="009E5606" w:rsidRDefault="009E560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5128" w14:textId="64547742" w:rsidR="009E5606" w:rsidRDefault="009E560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D0A0451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D3FEA"/>
    <w:rsid w:val="000E23A7"/>
    <w:rsid w:val="000F5766"/>
    <w:rsid w:val="000F7070"/>
    <w:rsid w:val="00105FD8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1C38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81B1A"/>
    <w:rsid w:val="00293E5A"/>
    <w:rsid w:val="002A4201"/>
    <w:rsid w:val="002B65F0"/>
    <w:rsid w:val="002C31BF"/>
    <w:rsid w:val="002D0642"/>
    <w:rsid w:val="002D08B1"/>
    <w:rsid w:val="002E0CD7"/>
    <w:rsid w:val="002F50CD"/>
    <w:rsid w:val="00304B06"/>
    <w:rsid w:val="0031280B"/>
    <w:rsid w:val="00315F44"/>
    <w:rsid w:val="00321D98"/>
    <w:rsid w:val="003221F2"/>
    <w:rsid w:val="00331D93"/>
    <w:rsid w:val="00341DCF"/>
    <w:rsid w:val="00354C5C"/>
    <w:rsid w:val="00357BC6"/>
    <w:rsid w:val="0036634F"/>
    <w:rsid w:val="003956C6"/>
    <w:rsid w:val="003B0281"/>
    <w:rsid w:val="003B596F"/>
    <w:rsid w:val="003F1BC8"/>
    <w:rsid w:val="00407F8D"/>
    <w:rsid w:val="00417301"/>
    <w:rsid w:val="004176F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B5930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03866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064AF"/>
    <w:rsid w:val="0061068E"/>
    <w:rsid w:val="00613242"/>
    <w:rsid w:val="00626DB3"/>
    <w:rsid w:val="00633D9C"/>
    <w:rsid w:val="00647363"/>
    <w:rsid w:val="00654420"/>
    <w:rsid w:val="00660AD3"/>
    <w:rsid w:val="0066322E"/>
    <w:rsid w:val="0067079F"/>
    <w:rsid w:val="0067790F"/>
    <w:rsid w:val="00677B7F"/>
    <w:rsid w:val="006827CF"/>
    <w:rsid w:val="006A5570"/>
    <w:rsid w:val="006A689C"/>
    <w:rsid w:val="006A717A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44F3E"/>
    <w:rsid w:val="00760D81"/>
    <w:rsid w:val="0076286B"/>
    <w:rsid w:val="007652E6"/>
    <w:rsid w:val="00766846"/>
    <w:rsid w:val="0077673A"/>
    <w:rsid w:val="00776DC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AF5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5651"/>
    <w:rsid w:val="00913092"/>
    <w:rsid w:val="009138A5"/>
    <w:rsid w:val="00920F5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3876"/>
    <w:rsid w:val="009D3107"/>
    <w:rsid w:val="009D6D1B"/>
    <w:rsid w:val="009E07F4"/>
    <w:rsid w:val="009E5606"/>
    <w:rsid w:val="009F392E"/>
    <w:rsid w:val="00A07EA0"/>
    <w:rsid w:val="00A327CB"/>
    <w:rsid w:val="00A50BC3"/>
    <w:rsid w:val="00A6177B"/>
    <w:rsid w:val="00A66136"/>
    <w:rsid w:val="00A92E7F"/>
    <w:rsid w:val="00A93A74"/>
    <w:rsid w:val="00AA4CBB"/>
    <w:rsid w:val="00AA65FA"/>
    <w:rsid w:val="00AA7351"/>
    <w:rsid w:val="00AB5A73"/>
    <w:rsid w:val="00AC029F"/>
    <w:rsid w:val="00AC1810"/>
    <w:rsid w:val="00AC4D2D"/>
    <w:rsid w:val="00AD056F"/>
    <w:rsid w:val="00AD5E34"/>
    <w:rsid w:val="00AD6731"/>
    <w:rsid w:val="00B15D0D"/>
    <w:rsid w:val="00B276E1"/>
    <w:rsid w:val="00B468D2"/>
    <w:rsid w:val="00B53A89"/>
    <w:rsid w:val="00B75EE1"/>
    <w:rsid w:val="00B77481"/>
    <w:rsid w:val="00B82E84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46C"/>
    <w:rsid w:val="00C47AE3"/>
    <w:rsid w:val="00C636FB"/>
    <w:rsid w:val="00C70145"/>
    <w:rsid w:val="00C75FE0"/>
    <w:rsid w:val="00C87B78"/>
    <w:rsid w:val="00CB377A"/>
    <w:rsid w:val="00CC7E21"/>
    <w:rsid w:val="00CD1FC4"/>
    <w:rsid w:val="00CF0DCA"/>
    <w:rsid w:val="00D02A4E"/>
    <w:rsid w:val="00D21061"/>
    <w:rsid w:val="00D231E1"/>
    <w:rsid w:val="00D26C69"/>
    <w:rsid w:val="00D4108E"/>
    <w:rsid w:val="00D6163D"/>
    <w:rsid w:val="00D61BD2"/>
    <w:rsid w:val="00D73D46"/>
    <w:rsid w:val="00D8220A"/>
    <w:rsid w:val="00D831A3"/>
    <w:rsid w:val="00D8683B"/>
    <w:rsid w:val="00DA6AF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5015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D5E0C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05FD8"/>
    <w:rsid w:val="00140657"/>
    <w:rsid w:val="00191C38"/>
    <w:rsid w:val="002D0642"/>
    <w:rsid w:val="00331D93"/>
    <w:rsid w:val="00407F8D"/>
    <w:rsid w:val="004176F1"/>
    <w:rsid w:val="00420609"/>
    <w:rsid w:val="0042266B"/>
    <w:rsid w:val="00452072"/>
    <w:rsid w:val="00495FA0"/>
    <w:rsid w:val="00503866"/>
    <w:rsid w:val="00553E26"/>
    <w:rsid w:val="005E17D6"/>
    <w:rsid w:val="00647363"/>
    <w:rsid w:val="00702C56"/>
    <w:rsid w:val="00845CFC"/>
    <w:rsid w:val="00920F55"/>
    <w:rsid w:val="00964FB4"/>
    <w:rsid w:val="009B2F31"/>
    <w:rsid w:val="00A04586"/>
    <w:rsid w:val="00AB5A73"/>
    <w:rsid w:val="00AD5E34"/>
    <w:rsid w:val="00AE45FC"/>
    <w:rsid w:val="00B276E1"/>
    <w:rsid w:val="00B82E84"/>
    <w:rsid w:val="00CF0DCA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</TotalTime>
  <Pages>12</Pages>
  <Words>1535</Words>
  <Characters>9062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15</cp:revision>
  <cp:lastPrinted>2017-11-28T17:18:00Z</cp:lastPrinted>
  <dcterms:created xsi:type="dcterms:W3CDTF">2025-03-13T09:17:00Z</dcterms:created>
  <dcterms:modified xsi:type="dcterms:W3CDTF">2025-08-08T11:36:00Z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